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64" w:rsidRDefault="001641D4" w:rsidP="0019680A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E51A43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Assunto:</w:t>
      </w:r>
      <w:r w:rsidRPr="00E51A43">
        <w:rPr>
          <w:rFonts w:cs="Arial"/>
        </w:rPr>
        <w:tab/>
      </w:r>
      <w:proofErr w:type="gramEnd"/>
      <w:r w:rsidR="002A1387" w:rsidRPr="00E51A43">
        <w:rPr>
          <w:rFonts w:cs="Arial"/>
          <w:b/>
        </w:rPr>
        <w:t xml:space="preserve">PAUTA RESUMIDA PARA A </w:t>
      </w:r>
      <w:r w:rsidR="0023469D" w:rsidRPr="00E51A43">
        <w:rPr>
          <w:rFonts w:cs="Arial"/>
          <w:b/>
        </w:rPr>
        <w:t>3</w:t>
      </w:r>
      <w:r w:rsidR="002F0F16">
        <w:rPr>
          <w:rFonts w:cs="Arial"/>
          <w:b/>
        </w:rPr>
        <w:t>6</w:t>
      </w:r>
      <w:r w:rsidRPr="00E51A43">
        <w:rPr>
          <w:rFonts w:cs="Arial"/>
          <w:b/>
        </w:rPr>
        <w:t>ª SESSÃO ORDINÁRIA</w:t>
      </w:r>
      <w:r w:rsidRPr="00E51A43">
        <w:rPr>
          <w:rFonts w:cs="Arial"/>
          <w:b/>
          <w:bCs/>
        </w:rPr>
        <w:t xml:space="preserve"> DO ANO DE 202</w:t>
      </w:r>
      <w:r w:rsidR="005C6437" w:rsidRPr="00E51A43">
        <w:rPr>
          <w:rFonts w:cs="Arial"/>
          <w:b/>
          <w:bCs/>
        </w:rPr>
        <w:t>5</w:t>
      </w:r>
    </w:p>
    <w:p w:rsidR="004D0EC6" w:rsidRPr="00E51A43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Data:</w:t>
      </w:r>
      <w:r w:rsidRPr="00E51A43">
        <w:rPr>
          <w:rFonts w:cs="Arial"/>
        </w:rPr>
        <w:tab/>
      </w:r>
      <w:proofErr w:type="gramEnd"/>
      <w:r w:rsidR="002F0F16">
        <w:rPr>
          <w:rFonts w:cs="Arial"/>
          <w:b/>
        </w:rPr>
        <w:t>12</w:t>
      </w:r>
      <w:r w:rsidR="001523D7" w:rsidRPr="00E51A43">
        <w:rPr>
          <w:rFonts w:cs="Arial"/>
          <w:b/>
        </w:rPr>
        <w:t>/</w:t>
      </w:r>
      <w:r w:rsidR="0023469D" w:rsidRPr="00E51A43">
        <w:rPr>
          <w:rFonts w:cs="Arial"/>
          <w:b/>
        </w:rPr>
        <w:t>1</w:t>
      </w:r>
      <w:r w:rsidR="00335C78" w:rsidRPr="00E51A43">
        <w:rPr>
          <w:rFonts w:cs="Arial"/>
          <w:b/>
        </w:rPr>
        <w:t>1</w:t>
      </w:r>
      <w:r w:rsidRPr="00E51A43">
        <w:rPr>
          <w:rFonts w:cs="Arial"/>
          <w:b/>
        </w:rPr>
        <w:t>/202</w:t>
      </w:r>
      <w:r w:rsidR="003070FF" w:rsidRPr="00E51A43">
        <w:rPr>
          <w:rFonts w:cs="Arial"/>
          <w:b/>
        </w:rPr>
        <w:t>5</w:t>
      </w:r>
      <w:r w:rsidR="009A3BA1" w:rsidRPr="00E51A43">
        <w:rPr>
          <w:rFonts w:cs="Arial"/>
          <w:b/>
          <w:bCs/>
        </w:rPr>
        <w:t xml:space="preserve"> (</w:t>
      </w:r>
      <w:r w:rsidR="00E45317" w:rsidRPr="00E51A43">
        <w:rPr>
          <w:rFonts w:cs="Arial"/>
          <w:b/>
          <w:bCs/>
        </w:rPr>
        <w:t>qu</w:t>
      </w:r>
      <w:r w:rsidR="00335C78" w:rsidRPr="00E51A43">
        <w:rPr>
          <w:rFonts w:cs="Arial"/>
          <w:b/>
          <w:bCs/>
        </w:rPr>
        <w:t>ar</w:t>
      </w:r>
      <w:r w:rsidR="001108FE" w:rsidRPr="00E51A43">
        <w:rPr>
          <w:rFonts w:cs="Arial"/>
          <w:b/>
          <w:bCs/>
        </w:rPr>
        <w:t>ta</w:t>
      </w:r>
      <w:r w:rsidR="004A2754" w:rsidRPr="00E51A43">
        <w:rPr>
          <w:rFonts w:cs="Arial"/>
          <w:b/>
          <w:bCs/>
        </w:rPr>
        <w:t>-feira</w:t>
      </w:r>
      <w:r w:rsidR="00AB26D4" w:rsidRPr="00E51A43">
        <w:rPr>
          <w:rFonts w:cs="Arial"/>
          <w:b/>
          <w:bCs/>
        </w:rPr>
        <w:t>)</w:t>
      </w:r>
    </w:p>
    <w:p w:rsidR="004D0EC6" w:rsidRPr="00E51A43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</w:rPr>
        <w:t>Início:</w:t>
      </w:r>
      <w:r w:rsidRPr="00E51A43">
        <w:rPr>
          <w:rFonts w:cs="Arial"/>
        </w:rPr>
        <w:tab/>
      </w:r>
      <w:proofErr w:type="gramEnd"/>
      <w:r w:rsidR="00434A1E" w:rsidRPr="00E51A43">
        <w:rPr>
          <w:rFonts w:cs="Arial"/>
          <w:b/>
          <w:bCs/>
        </w:rPr>
        <w:t>09</w:t>
      </w:r>
      <w:r w:rsidRPr="00E51A43">
        <w:rPr>
          <w:rFonts w:cs="Arial"/>
          <w:b/>
          <w:bCs/>
        </w:rPr>
        <w:t xml:space="preserve"> horas</w:t>
      </w: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E51A43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E51A43">
        <w:rPr>
          <w:rFonts w:cs="Arial"/>
          <w:b/>
          <w:bCs/>
        </w:rPr>
        <w:t>Senhor(</w:t>
      </w:r>
      <w:proofErr w:type="gramEnd"/>
      <w:r w:rsidRPr="00E51A43">
        <w:rPr>
          <w:rFonts w:cs="Arial"/>
          <w:b/>
          <w:bCs/>
        </w:rPr>
        <w:t>a) Vereador(a),</w:t>
      </w:r>
    </w:p>
    <w:p w:rsidR="00DC0564" w:rsidRDefault="00DC0564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E51A43" w:rsidRDefault="004D0EC6" w:rsidP="00BA4DB9">
      <w:pPr>
        <w:spacing w:after="120" w:line="288" w:lineRule="auto"/>
        <w:jc w:val="both"/>
        <w:rPr>
          <w:rFonts w:cs="Arial"/>
          <w:bCs/>
        </w:rPr>
      </w:pPr>
      <w:r w:rsidRPr="00E51A43">
        <w:rPr>
          <w:rFonts w:cs="Arial"/>
        </w:rPr>
        <w:t xml:space="preserve">Por ordem do Presidente desta Casa Legislativa, o Vereador </w:t>
      </w:r>
      <w:r w:rsidR="00BE52F6" w:rsidRPr="00E51A43">
        <w:rPr>
          <w:rFonts w:cs="Arial"/>
        </w:rPr>
        <w:t>Paulo Luís Santos</w:t>
      </w:r>
      <w:r w:rsidRPr="00E51A43">
        <w:rPr>
          <w:rFonts w:cs="Arial"/>
        </w:rPr>
        <w:t xml:space="preserve">, observadas as disposições legais e regimentais vigentes, informo a pauta resumida para </w:t>
      </w:r>
      <w:r w:rsidR="00641467" w:rsidRPr="00E51A43">
        <w:rPr>
          <w:rFonts w:cs="Arial"/>
        </w:rPr>
        <w:t xml:space="preserve">a </w:t>
      </w:r>
      <w:r w:rsidRPr="00E51A43">
        <w:rPr>
          <w:rFonts w:cs="Arial"/>
        </w:rPr>
        <w:t>Sessão Ordinária acima referida</w:t>
      </w:r>
      <w:r w:rsidRPr="00E51A43">
        <w:rPr>
          <w:rFonts w:cs="Arial"/>
          <w:bCs/>
        </w:rPr>
        <w:t>:</w:t>
      </w:r>
    </w:p>
    <w:p w:rsidR="00CA4592" w:rsidRPr="00E51A43" w:rsidRDefault="00FE18A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 xml:space="preserve">Ato Solene </w:t>
      </w:r>
      <w:r w:rsidR="00431709" w:rsidRPr="00E51A43">
        <w:rPr>
          <w:rFonts w:eastAsia="Calibri" w:cs="Arial"/>
        </w:rPr>
        <w:t>em</w:t>
      </w:r>
      <w:r w:rsidRPr="00E51A43">
        <w:rPr>
          <w:rFonts w:eastAsia="Calibri" w:cs="Arial"/>
        </w:rPr>
        <w:t xml:space="preserve"> </w:t>
      </w:r>
      <w:r w:rsidR="002F0F16" w:rsidRPr="002F0F16">
        <w:rPr>
          <w:rFonts w:eastAsia="Calibri" w:cs="Arial"/>
          <w:bCs/>
          <w:iCs/>
        </w:rPr>
        <w:t>Homenagem</w:t>
      </w:r>
      <w:r w:rsidR="002F0F16">
        <w:rPr>
          <w:rFonts w:eastAsia="Calibri" w:cs="Arial"/>
          <w:bCs/>
          <w:iCs/>
        </w:rPr>
        <w:t xml:space="preserve"> a</w:t>
      </w:r>
      <w:r w:rsidR="002F0F16" w:rsidRPr="002F0F16">
        <w:rPr>
          <w:rFonts w:eastAsia="Calibri" w:cs="Arial"/>
          <w:bCs/>
          <w:iCs/>
        </w:rPr>
        <w:t xml:space="preserve">o Atirador </w:t>
      </w:r>
      <w:r w:rsidR="002F0F16">
        <w:rPr>
          <w:rFonts w:eastAsia="Calibri" w:cs="Arial"/>
          <w:bCs/>
          <w:iCs/>
        </w:rPr>
        <w:t>d</w:t>
      </w:r>
      <w:r w:rsidR="002F0F16" w:rsidRPr="002F0F16">
        <w:rPr>
          <w:rFonts w:eastAsia="Calibri" w:cs="Arial"/>
          <w:bCs/>
          <w:iCs/>
        </w:rPr>
        <w:t>o</w:t>
      </w:r>
      <w:r w:rsidR="002F0F16">
        <w:rPr>
          <w:rFonts w:eastAsia="Calibri" w:cs="Arial"/>
          <w:bCs/>
          <w:iCs/>
        </w:rPr>
        <w:t xml:space="preserve"> </w:t>
      </w:r>
      <w:r w:rsidR="002F0F16" w:rsidRPr="002F0F16">
        <w:rPr>
          <w:rFonts w:eastAsia="Calibri" w:cs="Arial"/>
          <w:bCs/>
          <w:iCs/>
        </w:rPr>
        <w:t>Tiro</w:t>
      </w:r>
      <w:r w:rsidR="002F0F16">
        <w:rPr>
          <w:rFonts w:eastAsia="Calibri" w:cs="Arial"/>
          <w:bCs/>
          <w:iCs/>
        </w:rPr>
        <w:t xml:space="preserve"> d</w:t>
      </w:r>
      <w:r w:rsidR="002F0F16" w:rsidRPr="002F0F16">
        <w:rPr>
          <w:rFonts w:eastAsia="Calibri" w:cs="Arial"/>
          <w:bCs/>
          <w:iCs/>
        </w:rPr>
        <w:t>e</w:t>
      </w:r>
      <w:r w:rsidR="002F0F16">
        <w:rPr>
          <w:rFonts w:eastAsia="Calibri" w:cs="Arial"/>
          <w:bCs/>
          <w:iCs/>
        </w:rPr>
        <w:t xml:space="preserve"> </w:t>
      </w:r>
      <w:r w:rsidR="002F0F16" w:rsidRPr="002F0F16">
        <w:rPr>
          <w:rFonts w:eastAsia="Calibri" w:cs="Arial"/>
          <w:bCs/>
          <w:iCs/>
        </w:rPr>
        <w:t>Guerra</w:t>
      </w:r>
      <w:r w:rsidR="002F0F16">
        <w:rPr>
          <w:rFonts w:eastAsia="Calibri" w:cs="Arial"/>
          <w:bCs/>
          <w:iCs/>
        </w:rPr>
        <w:t xml:space="preserve"> d</w:t>
      </w:r>
      <w:r w:rsidR="002F0F16" w:rsidRPr="002F0F16">
        <w:rPr>
          <w:rFonts w:eastAsia="Calibri" w:cs="Arial"/>
          <w:bCs/>
          <w:iCs/>
        </w:rPr>
        <w:t>e Jacareí</w:t>
      </w:r>
      <w:r w:rsidR="00335C78" w:rsidRPr="00E51A43">
        <w:rPr>
          <w:rFonts w:eastAsia="Calibri" w:cs="Arial"/>
        </w:rPr>
        <w:t>, nos termos d</w:t>
      </w:r>
      <w:r w:rsidR="002F0F16">
        <w:rPr>
          <w:rFonts w:eastAsia="Calibri" w:cs="Arial"/>
        </w:rPr>
        <w:t xml:space="preserve">o Decreto Legislativo </w:t>
      </w:r>
      <w:r w:rsidR="00335C78" w:rsidRPr="00E51A43">
        <w:rPr>
          <w:rFonts w:eastAsia="Calibri" w:cs="Arial"/>
        </w:rPr>
        <w:t xml:space="preserve">nº </w:t>
      </w:r>
      <w:r w:rsidR="002F0F16">
        <w:rPr>
          <w:rFonts w:eastAsia="Calibri" w:cs="Arial"/>
        </w:rPr>
        <w:t>29</w:t>
      </w:r>
      <w:r w:rsidR="00335C78" w:rsidRPr="00E51A43">
        <w:rPr>
          <w:rFonts w:eastAsia="Calibri" w:cs="Arial"/>
        </w:rPr>
        <w:t xml:space="preserve">2, de </w:t>
      </w:r>
      <w:r w:rsidR="002F0F16">
        <w:rPr>
          <w:rFonts w:eastAsia="Calibri" w:cs="Arial"/>
        </w:rPr>
        <w:t>16</w:t>
      </w:r>
      <w:r w:rsidR="00335C78" w:rsidRPr="00E51A43">
        <w:rPr>
          <w:rFonts w:eastAsia="Calibri" w:cs="Arial"/>
        </w:rPr>
        <w:t>/0</w:t>
      </w:r>
      <w:r w:rsidR="002F0F16">
        <w:rPr>
          <w:rFonts w:eastAsia="Calibri" w:cs="Arial"/>
        </w:rPr>
        <w:t>7</w:t>
      </w:r>
      <w:r w:rsidR="00335C78" w:rsidRPr="00E51A43">
        <w:rPr>
          <w:rFonts w:eastAsia="Calibri" w:cs="Arial"/>
        </w:rPr>
        <w:t>/20</w:t>
      </w:r>
      <w:r w:rsidR="002F0F16">
        <w:rPr>
          <w:rFonts w:eastAsia="Calibri" w:cs="Arial"/>
        </w:rPr>
        <w:t>09</w:t>
      </w:r>
      <w:r w:rsidR="00CA4592" w:rsidRPr="00E51A43">
        <w:rPr>
          <w:rFonts w:eastAsia="Calibri" w:cs="Arial"/>
        </w:rPr>
        <w:t>;</w:t>
      </w:r>
    </w:p>
    <w:p w:rsidR="004A3F5A" w:rsidRPr="00E51A43" w:rsidRDefault="00E5705F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 xml:space="preserve">Discussão e votação das </w:t>
      </w:r>
      <w:r w:rsidR="00260056" w:rsidRPr="00E51A43">
        <w:rPr>
          <w:rFonts w:eastAsia="Calibri" w:cs="Arial"/>
        </w:rPr>
        <w:t>matérias</w:t>
      </w:r>
      <w:r w:rsidRPr="00E51A43">
        <w:rPr>
          <w:rFonts w:eastAsia="Calibri" w:cs="Arial"/>
        </w:rPr>
        <w:t xml:space="preserve"> constantes da Ordem do Dia</w:t>
      </w:r>
      <w:r w:rsidR="004A3F5A" w:rsidRPr="00E51A43">
        <w:rPr>
          <w:rFonts w:eastAsia="Calibri" w:cs="Arial"/>
        </w:rPr>
        <w:t>;</w:t>
      </w:r>
    </w:p>
    <w:p w:rsidR="0087716A" w:rsidRPr="00E51A43" w:rsidRDefault="0087716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>Leitura e votação dos trabalhos legislativos;</w:t>
      </w:r>
    </w:p>
    <w:p w:rsidR="00F474B2" w:rsidRPr="00E51A43" w:rsidRDefault="00FE1407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E51A43">
        <w:rPr>
          <w:rFonts w:eastAsia="Calibri" w:cs="Arial"/>
        </w:rPr>
        <w:t>U</w:t>
      </w:r>
      <w:r w:rsidR="00F474B2" w:rsidRPr="00E51A43">
        <w:rPr>
          <w:rFonts w:eastAsia="Calibri" w:cs="Arial"/>
        </w:rPr>
        <w:t xml:space="preserve">so da Tribuna </w:t>
      </w:r>
      <w:r w:rsidRPr="00E51A43">
        <w:rPr>
          <w:rFonts w:eastAsia="Calibri" w:cs="Arial"/>
        </w:rPr>
        <w:t>pelos Vereadores no horário dos</w:t>
      </w:r>
      <w:r w:rsidR="00F474B2" w:rsidRPr="00E51A43">
        <w:rPr>
          <w:rFonts w:eastAsia="Calibri" w:cs="Arial"/>
        </w:rPr>
        <w:t xml:space="preserve"> Temas Livres</w:t>
      </w:r>
      <w:r w:rsidRPr="00E51A43">
        <w:rPr>
          <w:rFonts w:eastAsia="Calibri" w:cs="Arial"/>
        </w:rPr>
        <w:t>.</w:t>
      </w:r>
    </w:p>
    <w:p w:rsidR="0064127A" w:rsidRDefault="0064127A" w:rsidP="00C00C31">
      <w:pPr>
        <w:jc w:val="both"/>
        <w:rPr>
          <w:rFonts w:eastAsia="Calibri" w:cs="Arial"/>
          <w:sz w:val="14"/>
          <w:szCs w:val="14"/>
        </w:rPr>
      </w:pPr>
    </w:p>
    <w:p w:rsidR="00E5705F" w:rsidRPr="00E51A43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E51A43">
        <w:rPr>
          <w:rFonts w:cs="Arial"/>
          <w:b/>
          <w:bCs/>
          <w:u w:val="single"/>
        </w:rPr>
        <w:t>ORDEM DO DIA</w:t>
      </w:r>
      <w:r w:rsidRPr="00E51A43">
        <w:rPr>
          <w:rFonts w:cs="Arial"/>
        </w:rPr>
        <w:t>:</w:t>
      </w:r>
    </w:p>
    <w:p w:rsidR="00CF77D2" w:rsidRPr="00E51A43" w:rsidRDefault="00CF77D2" w:rsidP="00735894">
      <w:pPr>
        <w:numPr>
          <w:ilvl w:val="0"/>
          <w:numId w:val="17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>Discussão única do PLL nº 1</w:t>
      </w:r>
      <w:r w:rsidR="008422EA">
        <w:rPr>
          <w:rFonts w:cs="Arial"/>
          <w:b/>
          <w:color w:val="000000"/>
          <w:u w:val="single"/>
        </w:rPr>
        <w:t>9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  <w:r w:rsidR="003D19CA">
        <w:rPr>
          <w:rFonts w:cs="Arial"/>
          <w:b/>
          <w:color w:val="000000"/>
          <w:u w:val="single"/>
        </w:rPr>
        <w:t xml:space="preserve"> - com Substitutivo</w:t>
      </w:r>
    </w:p>
    <w:p w:rsidR="008422EA" w:rsidRPr="008422EA" w:rsidRDefault="008422EA" w:rsidP="008422EA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Autoria</w:t>
      </w:r>
      <w:r w:rsidRPr="008422EA">
        <w:rPr>
          <w:rFonts w:cs="Arial"/>
          <w:color w:val="000000"/>
        </w:rPr>
        <w:t>: Vereador Valmir do Parque Meia Lua.</w:t>
      </w:r>
    </w:p>
    <w:p w:rsidR="008422EA" w:rsidRDefault="008422EA" w:rsidP="008422EA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u w:val="single"/>
        </w:rPr>
      </w:pPr>
      <w:r w:rsidRPr="008422EA">
        <w:rPr>
          <w:rFonts w:cs="Arial"/>
          <w:color w:val="000000"/>
          <w:u w:val="single"/>
        </w:rPr>
        <w:t>Assunto</w:t>
      </w:r>
      <w:r w:rsidRPr="008422EA">
        <w:rPr>
          <w:rFonts w:cs="Arial"/>
          <w:color w:val="000000"/>
        </w:rPr>
        <w:t>: Institui e inclui no Calendário Oficial do Município de Jacareí o “Dia do Feirante”, a ser comemorado no dia 25 de agosto.</w:t>
      </w:r>
    </w:p>
    <w:p w:rsidR="00735894" w:rsidRDefault="00735894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C4431C" w:rsidRDefault="00C4431C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E5141" w:rsidRPr="00E10809" w:rsidRDefault="009E5141" w:rsidP="00735894">
      <w:pPr>
        <w:numPr>
          <w:ilvl w:val="0"/>
          <w:numId w:val="17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 w:rsidRPr="00E10809">
        <w:rPr>
          <w:rFonts w:cs="Arial"/>
          <w:b/>
          <w:color w:val="000000"/>
          <w:u w:val="single"/>
        </w:rPr>
        <w:t xml:space="preserve">Discussão única do PLE nº </w:t>
      </w:r>
      <w:r w:rsidR="00E10809">
        <w:rPr>
          <w:rFonts w:cs="Arial"/>
          <w:b/>
          <w:color w:val="000000"/>
          <w:u w:val="single"/>
        </w:rPr>
        <w:t>2</w:t>
      </w:r>
      <w:r w:rsidRPr="00E10809">
        <w:rPr>
          <w:rFonts w:cs="Arial"/>
          <w:b/>
          <w:color w:val="000000"/>
          <w:u w:val="single"/>
        </w:rPr>
        <w:t>4/2025 - Projeto de Lei do Executivo</w:t>
      </w:r>
      <w:r w:rsidR="00E10809">
        <w:rPr>
          <w:rFonts w:cs="Arial"/>
          <w:b/>
          <w:color w:val="000000"/>
          <w:u w:val="single"/>
        </w:rPr>
        <w:t xml:space="preserve"> - com Mensagem Modificativa</w:t>
      </w:r>
    </w:p>
    <w:p w:rsidR="009E5141" w:rsidRPr="00E10809" w:rsidRDefault="009E5141" w:rsidP="0073589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Autoria</w:t>
      </w:r>
      <w:r w:rsidRPr="00E10809">
        <w:rPr>
          <w:rFonts w:cs="Arial"/>
          <w:color w:val="000000"/>
        </w:rPr>
        <w:t>: Prefeito Municipal Celso Florêncio de Souza.</w:t>
      </w:r>
    </w:p>
    <w:p w:rsidR="009E5141" w:rsidRPr="00E10809" w:rsidRDefault="009E5141" w:rsidP="00735894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Assunto</w:t>
      </w:r>
      <w:r w:rsidRPr="00E10809">
        <w:rPr>
          <w:rFonts w:cs="Arial"/>
          <w:color w:val="000000"/>
        </w:rPr>
        <w:t xml:space="preserve">: </w:t>
      </w:r>
      <w:r w:rsidR="00E10809" w:rsidRPr="00E10809">
        <w:rPr>
          <w:rFonts w:cs="Arial"/>
          <w:color w:val="000000"/>
        </w:rPr>
        <w:t>Dispõe sobre a regularização, funcionamento e fiscalização de abrigos de cães e gatos mantidos por Organizações da Sociedade Civil (OSC) e Protetores Independentes no Município de Jacareí e dá outras providências.</w:t>
      </w:r>
    </w:p>
    <w:p w:rsidR="004523D3" w:rsidRDefault="004523D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35894" w:rsidRDefault="00735894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E10809" w:rsidRPr="00E10809" w:rsidRDefault="00E10809" w:rsidP="00E10809">
      <w:pPr>
        <w:numPr>
          <w:ilvl w:val="0"/>
          <w:numId w:val="17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 w:rsidRPr="00E10809">
        <w:rPr>
          <w:rFonts w:cs="Arial"/>
          <w:b/>
          <w:color w:val="000000"/>
          <w:u w:val="single"/>
        </w:rPr>
        <w:t xml:space="preserve">Discussão única do PLE nº </w:t>
      </w:r>
      <w:r>
        <w:rPr>
          <w:rFonts w:cs="Arial"/>
          <w:b/>
          <w:color w:val="000000"/>
          <w:u w:val="single"/>
        </w:rPr>
        <w:t>38</w:t>
      </w:r>
      <w:r w:rsidRPr="00E10809">
        <w:rPr>
          <w:rFonts w:cs="Arial"/>
          <w:b/>
          <w:color w:val="000000"/>
          <w:u w:val="single"/>
        </w:rPr>
        <w:t>/2025 - Projeto de Lei do Executivo</w:t>
      </w:r>
    </w:p>
    <w:p w:rsidR="00E10809" w:rsidRPr="00E10809" w:rsidRDefault="00E10809" w:rsidP="00E10809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Autoria</w:t>
      </w:r>
      <w:r w:rsidRPr="00E10809">
        <w:rPr>
          <w:rFonts w:cs="Arial"/>
          <w:color w:val="000000"/>
        </w:rPr>
        <w:t>: Prefeito Municipal Celso Florêncio de Souza.</w:t>
      </w:r>
    </w:p>
    <w:p w:rsidR="00E10809" w:rsidRPr="00E10809" w:rsidRDefault="00E10809" w:rsidP="00E10809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10809">
        <w:rPr>
          <w:rFonts w:cs="Arial"/>
          <w:color w:val="000000"/>
          <w:u w:val="single"/>
        </w:rPr>
        <w:t>Assunto</w:t>
      </w:r>
      <w:r w:rsidRPr="00E10809">
        <w:rPr>
          <w:rFonts w:cs="Arial"/>
          <w:color w:val="000000"/>
        </w:rPr>
        <w:t>: Cria o Fundo Social de Solidariedade do Município de Jacareí e dá outras providências.</w:t>
      </w:r>
    </w:p>
    <w:p w:rsidR="00795A7D" w:rsidRDefault="00795A7D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95A7D" w:rsidRDefault="00795A7D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C4431C" w:rsidRPr="00E51A43" w:rsidRDefault="00C4431C" w:rsidP="00C4431C">
      <w:pPr>
        <w:numPr>
          <w:ilvl w:val="0"/>
          <w:numId w:val="17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>Discussão única do PLL nº 1</w:t>
      </w:r>
      <w:r>
        <w:rPr>
          <w:rFonts w:cs="Arial"/>
          <w:b/>
          <w:color w:val="000000"/>
          <w:u w:val="single"/>
        </w:rPr>
        <w:t>0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  <w:r>
        <w:rPr>
          <w:rFonts w:cs="Arial"/>
          <w:b/>
          <w:color w:val="000000"/>
          <w:u w:val="single"/>
        </w:rPr>
        <w:t xml:space="preserve"> - com Substitutivo</w:t>
      </w:r>
    </w:p>
    <w:p w:rsidR="00C4431C" w:rsidRPr="00E51A43" w:rsidRDefault="00C4431C" w:rsidP="00C4431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Autoria</w:t>
      </w:r>
      <w:r w:rsidRPr="00E51A43">
        <w:rPr>
          <w:rFonts w:cs="Arial"/>
          <w:color w:val="000000"/>
        </w:rPr>
        <w:t>: Vereador Hernani Barreto.</w:t>
      </w:r>
    </w:p>
    <w:p w:rsidR="00C4431C" w:rsidRDefault="00C4431C" w:rsidP="00C4431C">
      <w:pPr>
        <w:tabs>
          <w:tab w:val="left" w:pos="426"/>
        </w:tabs>
        <w:spacing w:line="264" w:lineRule="auto"/>
        <w:ind w:left="425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Assunto</w:t>
      </w:r>
      <w:r w:rsidRPr="00E51A43">
        <w:rPr>
          <w:rFonts w:cs="Arial"/>
          <w:color w:val="000000"/>
        </w:rPr>
        <w:t xml:space="preserve">: </w:t>
      </w:r>
      <w:r w:rsidRPr="003D19CA">
        <w:rPr>
          <w:rFonts w:cs="Arial"/>
          <w:color w:val="000000"/>
        </w:rPr>
        <w:t>Institui e inclui no Calendário Oficial do Município de Jacareí o “Dia do Síndico”, a ser comemorado no dia 30 de novembro.</w:t>
      </w:r>
    </w:p>
    <w:p w:rsidR="00C4431C" w:rsidRDefault="00C4431C" w:rsidP="00C4431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C4431C" w:rsidRDefault="00C4431C" w:rsidP="00C4431C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C4431C" w:rsidRPr="00E51A43" w:rsidRDefault="00C4431C" w:rsidP="00C4431C">
      <w:pPr>
        <w:numPr>
          <w:ilvl w:val="0"/>
          <w:numId w:val="17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 w:rsidRPr="00E51A43">
        <w:rPr>
          <w:rFonts w:cs="Arial"/>
          <w:b/>
          <w:color w:val="000000"/>
          <w:u w:val="single"/>
        </w:rPr>
        <w:t>Discussão única do PLL nº 1</w:t>
      </w:r>
      <w:r>
        <w:rPr>
          <w:rFonts w:cs="Arial"/>
          <w:b/>
          <w:color w:val="000000"/>
          <w:u w:val="single"/>
        </w:rPr>
        <w:t>2</w:t>
      </w:r>
      <w:r w:rsidRPr="00E51A43">
        <w:rPr>
          <w:rFonts w:cs="Arial"/>
          <w:b/>
          <w:color w:val="000000"/>
          <w:u w:val="single"/>
        </w:rPr>
        <w:t>/2025 - Projeto de Lei do Legislativo</w:t>
      </w:r>
    </w:p>
    <w:p w:rsidR="00C4431C" w:rsidRPr="00E51A43" w:rsidRDefault="00C4431C" w:rsidP="00C4431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Autoria</w:t>
      </w:r>
      <w:r w:rsidRPr="00E51A43">
        <w:rPr>
          <w:rFonts w:cs="Arial"/>
          <w:color w:val="000000"/>
        </w:rPr>
        <w:t>: Vereador Hernani Barreto.</w:t>
      </w:r>
    </w:p>
    <w:p w:rsidR="00C4431C" w:rsidRPr="00E51A43" w:rsidRDefault="00C4431C" w:rsidP="00C4431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Assunto</w:t>
      </w:r>
      <w:r w:rsidRPr="00E51A43">
        <w:rPr>
          <w:rFonts w:cs="Arial"/>
          <w:color w:val="000000"/>
        </w:rPr>
        <w:t xml:space="preserve">: </w:t>
      </w:r>
      <w:r w:rsidRPr="003D19CA">
        <w:rPr>
          <w:rFonts w:cs="Arial"/>
          <w:color w:val="000000"/>
        </w:rPr>
        <w:t>Dispõe sobre a habitação de animais domésticos em condomínios.</w:t>
      </w:r>
    </w:p>
    <w:p w:rsidR="00C4431C" w:rsidRDefault="00C4431C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C4431C" w:rsidRDefault="00C4431C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bookmarkStart w:id="0" w:name="_GoBack"/>
      <w:bookmarkEnd w:id="0"/>
    </w:p>
    <w:p w:rsidR="00795A7D" w:rsidRPr="00E51A43" w:rsidRDefault="00795A7D" w:rsidP="00795A7D">
      <w:pPr>
        <w:numPr>
          <w:ilvl w:val="0"/>
          <w:numId w:val="17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Votação Secreta</w:t>
      </w:r>
      <w:r w:rsidRPr="00E51A43">
        <w:rPr>
          <w:rFonts w:cs="Arial"/>
          <w:b/>
          <w:color w:val="000000"/>
          <w:u w:val="single"/>
        </w:rPr>
        <w:t xml:space="preserve"> do P</w:t>
      </w:r>
      <w:r>
        <w:rPr>
          <w:rFonts w:cs="Arial"/>
          <w:b/>
          <w:color w:val="000000"/>
          <w:u w:val="single"/>
        </w:rPr>
        <w:t>D</w:t>
      </w:r>
      <w:r w:rsidRPr="00E51A43">
        <w:rPr>
          <w:rFonts w:cs="Arial"/>
          <w:b/>
          <w:color w:val="000000"/>
          <w:u w:val="single"/>
        </w:rPr>
        <w:t xml:space="preserve">L nº </w:t>
      </w:r>
      <w:r>
        <w:rPr>
          <w:rFonts w:cs="Arial"/>
          <w:b/>
          <w:color w:val="000000"/>
          <w:u w:val="single"/>
        </w:rPr>
        <w:t>8</w:t>
      </w:r>
      <w:r w:rsidRPr="00E51A43">
        <w:rPr>
          <w:rFonts w:cs="Arial"/>
          <w:b/>
          <w:color w:val="000000"/>
          <w:u w:val="single"/>
        </w:rPr>
        <w:t xml:space="preserve">/2025 - Projeto de </w:t>
      </w:r>
      <w:r>
        <w:rPr>
          <w:rFonts w:cs="Arial"/>
          <w:b/>
          <w:color w:val="000000"/>
          <w:u w:val="single"/>
        </w:rPr>
        <w:t xml:space="preserve">Decreto </w:t>
      </w:r>
      <w:r w:rsidRPr="00E51A43">
        <w:rPr>
          <w:rFonts w:cs="Arial"/>
          <w:b/>
          <w:color w:val="000000"/>
          <w:u w:val="single"/>
        </w:rPr>
        <w:t>Legislativo</w:t>
      </w:r>
    </w:p>
    <w:p w:rsidR="00795A7D" w:rsidRPr="00E51A43" w:rsidRDefault="00795A7D" w:rsidP="00795A7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Autoria</w:t>
      </w:r>
      <w:r w:rsidRPr="00E51A43">
        <w:rPr>
          <w:rFonts w:cs="Arial"/>
          <w:color w:val="000000"/>
        </w:rPr>
        <w:t xml:space="preserve">: Vereador </w:t>
      </w:r>
      <w:r>
        <w:rPr>
          <w:rFonts w:cs="Arial"/>
          <w:color w:val="000000"/>
        </w:rPr>
        <w:t>Daniel Mariano</w:t>
      </w:r>
      <w:r w:rsidRPr="00E51A43">
        <w:rPr>
          <w:rFonts w:cs="Arial"/>
          <w:color w:val="000000"/>
        </w:rPr>
        <w:t>.</w:t>
      </w:r>
    </w:p>
    <w:p w:rsidR="00795A7D" w:rsidRPr="00E51A43" w:rsidRDefault="00795A7D" w:rsidP="00795A7D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E51A43">
        <w:rPr>
          <w:rFonts w:cs="Arial"/>
          <w:color w:val="000000"/>
          <w:u w:val="single"/>
        </w:rPr>
        <w:t>Assunto</w:t>
      </w:r>
      <w:r w:rsidRPr="00E51A43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Concede Título de Cidadania</w:t>
      </w:r>
      <w:r w:rsidRPr="003D19CA">
        <w:rPr>
          <w:rFonts w:cs="Arial"/>
          <w:color w:val="000000"/>
        </w:rPr>
        <w:t>.</w:t>
      </w:r>
    </w:p>
    <w:p w:rsidR="009D1F03" w:rsidRDefault="009D1F0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D1F03" w:rsidRDefault="009D1F0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E51A43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E51A43">
        <w:rPr>
          <w:rFonts w:cs="Arial"/>
          <w:b/>
          <w:bCs/>
          <w:u w:val="single"/>
        </w:rPr>
        <w:t>ORDEM PARA VOTAÇÃO NOMINAL E PARA TEMAS LIVRES</w:t>
      </w:r>
      <w:r w:rsidR="003B2E87" w:rsidRPr="00E51A43">
        <w:rPr>
          <w:rFonts w:cs="Arial"/>
          <w:b/>
          <w:bCs/>
          <w:u w:val="single"/>
        </w:rPr>
        <w:t>:</w:t>
      </w:r>
    </w:p>
    <w:p w:rsidR="001B00DE" w:rsidRPr="00E51A43" w:rsidRDefault="001B00DE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MARCELO DANTAS</w:t>
      </w:r>
      <w:r w:rsidRPr="00E51A43">
        <w:rPr>
          <w:rFonts w:cs="Arial"/>
        </w:rPr>
        <w:tab/>
        <w:t>PODEMOS</w:t>
      </w:r>
      <w:proofErr w:type="gramStart"/>
      <w:r w:rsidR="003D19CA" w:rsidRPr="00E51A43">
        <w:rPr>
          <w:rFonts w:cs="Arial"/>
        </w:rPr>
        <w:tab/>
        <w:t>(</w:t>
      </w:r>
      <w:proofErr w:type="gramEnd"/>
      <w:r w:rsidR="003D19CA" w:rsidRPr="00E51A43">
        <w:rPr>
          <w:rFonts w:cs="Arial"/>
        </w:rPr>
        <w:t>LEITURA DA BÍBLIA)</w:t>
      </w:r>
    </w:p>
    <w:p w:rsidR="001727A5" w:rsidRPr="00E51A43" w:rsidRDefault="001727A5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MARIA AMÉLIA</w:t>
      </w:r>
      <w:r w:rsidRPr="00E51A43">
        <w:rPr>
          <w:rFonts w:cs="Arial"/>
        </w:rPr>
        <w:tab/>
        <w:t>PSDB</w:t>
      </w:r>
    </w:p>
    <w:p w:rsidR="00057CF2" w:rsidRPr="00E51A43" w:rsidRDefault="00057CF2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NETHO ALVES</w:t>
      </w:r>
      <w:r w:rsidRPr="00E51A43">
        <w:rPr>
          <w:rFonts w:cs="Arial"/>
        </w:rPr>
        <w:tab/>
        <w:t>PL</w:t>
      </w:r>
    </w:p>
    <w:p w:rsidR="00CF7C3A" w:rsidRPr="00E51A43" w:rsidRDefault="008642F6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PAULINHO DO ESPORTE</w:t>
      </w:r>
      <w:r w:rsidRPr="00E51A43">
        <w:rPr>
          <w:rFonts w:cs="Arial"/>
        </w:rPr>
        <w:tab/>
        <w:t>PODEMOS</w:t>
      </w:r>
    </w:p>
    <w:p w:rsidR="00DB2DED" w:rsidRPr="00E51A43" w:rsidRDefault="00DB2DED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PAULINHO DOS CONDUTORES</w:t>
      </w:r>
      <w:r w:rsidRPr="00E51A43">
        <w:rPr>
          <w:rFonts w:cs="Arial"/>
        </w:rPr>
        <w:tab/>
        <w:t>PODEMOS</w:t>
      </w:r>
    </w:p>
    <w:p w:rsidR="00CF7C3A" w:rsidRPr="00E51A43" w:rsidRDefault="00CF7C3A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SIUFARNE DO CIDADE SALVADOR</w:t>
      </w:r>
      <w:r w:rsidRPr="00E51A43">
        <w:rPr>
          <w:rFonts w:cs="Arial"/>
        </w:rPr>
        <w:tab/>
        <w:t>PL</w:t>
      </w:r>
    </w:p>
    <w:p w:rsidR="0023469D" w:rsidRPr="00E51A43" w:rsidRDefault="0023469D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VALMIR DO PARQUE MEIA LUA</w:t>
      </w:r>
      <w:r w:rsidRPr="00E51A43">
        <w:rPr>
          <w:rFonts w:cs="Arial"/>
        </w:rPr>
        <w:tab/>
        <w:t>PP</w:t>
      </w:r>
    </w:p>
    <w:p w:rsidR="00A2267F" w:rsidRPr="00E51A43" w:rsidRDefault="00A2267F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DANIEL MARIANO</w:t>
      </w:r>
      <w:r w:rsidRPr="00E51A43">
        <w:rPr>
          <w:rFonts w:cs="Arial"/>
        </w:rPr>
        <w:tab/>
        <w:t>PL</w:t>
      </w:r>
    </w:p>
    <w:p w:rsidR="0089517D" w:rsidRPr="00E51A43" w:rsidRDefault="0089517D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GABRIEL BELÉM</w:t>
      </w:r>
      <w:r w:rsidRPr="00E51A43">
        <w:rPr>
          <w:rFonts w:cs="Arial"/>
        </w:rPr>
        <w:tab/>
        <w:t>PSB</w:t>
      </w:r>
    </w:p>
    <w:p w:rsidR="00C60165" w:rsidRPr="00E51A43" w:rsidRDefault="00C60165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HERNANI BARRETO</w:t>
      </w:r>
      <w:r w:rsidRPr="00E51A43">
        <w:rPr>
          <w:rFonts w:cs="Arial"/>
        </w:rPr>
        <w:tab/>
        <w:t>REPUBLICANOS</w:t>
      </w:r>
    </w:p>
    <w:p w:rsidR="0058194F" w:rsidRPr="00E51A43" w:rsidRDefault="0058194F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JEAN ARAÚJO</w:t>
      </w:r>
      <w:r w:rsidRPr="00E51A43">
        <w:rPr>
          <w:rFonts w:cs="Arial"/>
        </w:rPr>
        <w:tab/>
        <w:t>PP</w:t>
      </w:r>
    </w:p>
    <w:p w:rsidR="009E5141" w:rsidRDefault="009E5141" w:rsidP="00C8419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JUEX ALMEIDA</w:t>
      </w:r>
      <w:r w:rsidRPr="00E51A43">
        <w:rPr>
          <w:rFonts w:cs="Arial"/>
        </w:rPr>
        <w:tab/>
        <w:t>PP</w:t>
      </w:r>
    </w:p>
    <w:p w:rsidR="003D19CA" w:rsidRPr="00E51A43" w:rsidRDefault="003D19CA" w:rsidP="003D19C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48" w:lineRule="auto"/>
        <w:ind w:left="0" w:firstLine="0"/>
        <w:jc w:val="both"/>
        <w:rPr>
          <w:rFonts w:cs="Arial"/>
        </w:rPr>
      </w:pPr>
      <w:r w:rsidRPr="00E51A43">
        <w:rPr>
          <w:rFonts w:cs="Arial"/>
        </w:rPr>
        <w:t>LUÍS FLÁVIO - FLAVINHO</w:t>
      </w:r>
      <w:r w:rsidRPr="00E51A43">
        <w:rPr>
          <w:rFonts w:cs="Arial"/>
        </w:rPr>
        <w:tab/>
        <w:t>PT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</w:rPr>
      </w:pPr>
    </w:p>
    <w:p w:rsidR="00E51A43" w:rsidRPr="00E51A43" w:rsidRDefault="00E51A43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</w:rPr>
      </w:pPr>
    </w:p>
    <w:p w:rsidR="004D0EC6" w:rsidRPr="00E51A43" w:rsidRDefault="004D0EC6" w:rsidP="00AC7674">
      <w:pPr>
        <w:jc w:val="right"/>
        <w:rPr>
          <w:rFonts w:cs="Arial"/>
        </w:rPr>
      </w:pPr>
      <w:r w:rsidRPr="00E51A43">
        <w:rPr>
          <w:rFonts w:cs="Arial"/>
        </w:rPr>
        <w:t xml:space="preserve">Câmara Municipal de Jacareí, </w:t>
      </w:r>
      <w:r w:rsidR="003D19CA">
        <w:rPr>
          <w:rFonts w:cs="Arial"/>
        </w:rPr>
        <w:t>7</w:t>
      </w:r>
      <w:r w:rsidR="00BD6A93" w:rsidRPr="00E51A43">
        <w:rPr>
          <w:rFonts w:cs="Arial"/>
        </w:rPr>
        <w:t xml:space="preserve"> </w:t>
      </w:r>
      <w:r w:rsidR="00E0540A" w:rsidRPr="00E51A43">
        <w:rPr>
          <w:rFonts w:cs="Arial"/>
        </w:rPr>
        <w:t xml:space="preserve">de </w:t>
      </w:r>
      <w:r w:rsidR="003D19CA">
        <w:rPr>
          <w:rFonts w:cs="Arial"/>
        </w:rPr>
        <w:t>novem</w:t>
      </w:r>
      <w:r w:rsidR="008642F6" w:rsidRPr="00E51A43">
        <w:rPr>
          <w:rFonts w:cs="Arial"/>
        </w:rPr>
        <w:t>bro</w:t>
      </w:r>
      <w:r w:rsidR="00745CB0" w:rsidRPr="00E51A43">
        <w:rPr>
          <w:rFonts w:cs="Arial"/>
        </w:rPr>
        <w:t xml:space="preserve"> </w:t>
      </w:r>
      <w:r w:rsidRPr="00E51A43">
        <w:rPr>
          <w:rFonts w:cs="Arial"/>
        </w:rPr>
        <w:t>de 202</w:t>
      </w:r>
      <w:r w:rsidR="005C6437" w:rsidRPr="00E51A43">
        <w:rPr>
          <w:rFonts w:cs="Arial"/>
        </w:rPr>
        <w:t>5</w:t>
      </w:r>
      <w:r w:rsidRPr="00E51A43">
        <w:rPr>
          <w:rFonts w:cs="Arial"/>
        </w:rPr>
        <w:t>.</w:t>
      </w:r>
    </w:p>
    <w:p w:rsidR="00D70A96" w:rsidRPr="00E51A43" w:rsidRDefault="00D70A96" w:rsidP="00976DE3">
      <w:pPr>
        <w:spacing w:line="307" w:lineRule="auto"/>
        <w:jc w:val="right"/>
        <w:rPr>
          <w:rFonts w:cs="Arial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E51A43" w:rsidRDefault="00E51A43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E51A43" w:rsidRDefault="00EF7A2A" w:rsidP="001F49FB">
      <w:pPr>
        <w:jc w:val="right"/>
        <w:rPr>
          <w:rFonts w:cs="Arial"/>
          <w:b/>
        </w:rPr>
      </w:pPr>
      <w:r w:rsidRPr="00E51A43">
        <w:rPr>
          <w:rFonts w:cs="Arial"/>
          <w:b/>
        </w:rPr>
        <w:t>Felipe Santos de Lima</w:t>
      </w:r>
    </w:p>
    <w:p w:rsidR="00C251DE" w:rsidRPr="00E51A43" w:rsidRDefault="004D0EC6" w:rsidP="001F49FB">
      <w:pPr>
        <w:jc w:val="right"/>
        <w:rPr>
          <w:rFonts w:cs="Arial"/>
        </w:rPr>
      </w:pPr>
      <w:r w:rsidRPr="00E51A43">
        <w:rPr>
          <w:rFonts w:cs="Arial"/>
        </w:rPr>
        <w:t>Secretário-Diretor Legislativo</w:t>
      </w:r>
    </w:p>
    <w:sectPr w:rsidR="00C251DE" w:rsidRPr="00E51A43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75D" w:rsidRDefault="002F675D">
      <w:r>
        <w:separator/>
      </w:r>
    </w:p>
  </w:endnote>
  <w:endnote w:type="continuationSeparator" w:id="0">
    <w:p w:rsidR="002F675D" w:rsidRDefault="002F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75D" w:rsidRDefault="002F675D">
      <w:r>
        <w:separator/>
      </w:r>
    </w:p>
  </w:footnote>
  <w:footnote w:type="continuationSeparator" w:id="0">
    <w:p w:rsidR="002F675D" w:rsidRDefault="002F6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23469D">
      <w:rPr>
        <w:rFonts w:cs="Arial"/>
        <w:b/>
        <w:sz w:val="20"/>
        <w:szCs w:val="20"/>
        <w:u w:val="single"/>
      </w:rPr>
      <w:t>3</w:t>
    </w:r>
    <w:r w:rsidR="003D19CA">
      <w:rPr>
        <w:rFonts w:cs="Arial"/>
        <w:b/>
        <w:sz w:val="20"/>
        <w:szCs w:val="20"/>
        <w:u w:val="single"/>
      </w:rPr>
      <w:t>6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3D19CA">
      <w:rPr>
        <w:rFonts w:cs="Arial"/>
        <w:b/>
        <w:sz w:val="20"/>
        <w:szCs w:val="20"/>
        <w:u w:val="single"/>
      </w:rPr>
      <w:t>12</w:t>
    </w:r>
    <w:r w:rsidR="00BD180A">
      <w:rPr>
        <w:rFonts w:cs="Arial"/>
        <w:b/>
        <w:sz w:val="20"/>
        <w:szCs w:val="20"/>
        <w:u w:val="single"/>
      </w:rPr>
      <w:t>/</w:t>
    </w:r>
    <w:r w:rsidR="0023469D">
      <w:rPr>
        <w:rFonts w:cs="Arial"/>
        <w:b/>
        <w:sz w:val="20"/>
        <w:szCs w:val="20"/>
        <w:u w:val="single"/>
      </w:rPr>
      <w:t>1</w:t>
    </w:r>
    <w:r w:rsidR="009E5141">
      <w:rPr>
        <w:rFonts w:cs="Arial"/>
        <w:b/>
        <w:sz w:val="20"/>
        <w:szCs w:val="20"/>
        <w:u w:val="single"/>
      </w:rPr>
      <w:t>1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C4431C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C4431C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6B6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0F7544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11"/>
    <w:rsid w:val="00113DB8"/>
    <w:rsid w:val="001142D3"/>
    <w:rsid w:val="00115908"/>
    <w:rsid w:val="0011667E"/>
    <w:rsid w:val="0011723F"/>
    <w:rsid w:val="00117ABC"/>
    <w:rsid w:val="00117DC1"/>
    <w:rsid w:val="00117FC8"/>
    <w:rsid w:val="001207AD"/>
    <w:rsid w:val="00120A34"/>
    <w:rsid w:val="00120A97"/>
    <w:rsid w:val="00120BB9"/>
    <w:rsid w:val="00120E2B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3B2E"/>
    <w:rsid w:val="00134333"/>
    <w:rsid w:val="00134906"/>
    <w:rsid w:val="0013566B"/>
    <w:rsid w:val="00135AEF"/>
    <w:rsid w:val="001373E1"/>
    <w:rsid w:val="001374C3"/>
    <w:rsid w:val="00140B02"/>
    <w:rsid w:val="00142739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3CF7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80A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65C"/>
    <w:rsid w:val="001C2795"/>
    <w:rsid w:val="001C4D11"/>
    <w:rsid w:val="001C4DC7"/>
    <w:rsid w:val="001C61F6"/>
    <w:rsid w:val="001C6D9B"/>
    <w:rsid w:val="001D0435"/>
    <w:rsid w:val="001D1328"/>
    <w:rsid w:val="001D3AD7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660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4A7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69D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1C9E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B6477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0F16"/>
    <w:rsid w:val="002F2DAE"/>
    <w:rsid w:val="002F32FE"/>
    <w:rsid w:val="002F4242"/>
    <w:rsid w:val="002F4A0E"/>
    <w:rsid w:val="002F4BEB"/>
    <w:rsid w:val="002F5ECC"/>
    <w:rsid w:val="002F5F96"/>
    <w:rsid w:val="002F66BC"/>
    <w:rsid w:val="002F675D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5C78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322F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84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58E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9CA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4C2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073A6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1709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BC4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23D3"/>
    <w:rsid w:val="00453897"/>
    <w:rsid w:val="00453A69"/>
    <w:rsid w:val="00454650"/>
    <w:rsid w:val="004579CF"/>
    <w:rsid w:val="00457F58"/>
    <w:rsid w:val="00460127"/>
    <w:rsid w:val="00462771"/>
    <w:rsid w:val="00466BF4"/>
    <w:rsid w:val="0046726A"/>
    <w:rsid w:val="00467886"/>
    <w:rsid w:val="004704D4"/>
    <w:rsid w:val="004714AF"/>
    <w:rsid w:val="004714D5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2D52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1CD8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034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177E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57DB3"/>
    <w:rsid w:val="00560C9B"/>
    <w:rsid w:val="00562268"/>
    <w:rsid w:val="00563094"/>
    <w:rsid w:val="00564088"/>
    <w:rsid w:val="0056493D"/>
    <w:rsid w:val="00565344"/>
    <w:rsid w:val="00565546"/>
    <w:rsid w:val="005676B2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194F"/>
    <w:rsid w:val="00582037"/>
    <w:rsid w:val="00582092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B94"/>
    <w:rsid w:val="005A3D6F"/>
    <w:rsid w:val="005A4088"/>
    <w:rsid w:val="005A4210"/>
    <w:rsid w:val="005A4E0C"/>
    <w:rsid w:val="005A50CF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7E2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27A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1F29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5894"/>
    <w:rsid w:val="00736AD6"/>
    <w:rsid w:val="00736BF2"/>
    <w:rsid w:val="00737DA2"/>
    <w:rsid w:val="00740162"/>
    <w:rsid w:val="0074095C"/>
    <w:rsid w:val="00740962"/>
    <w:rsid w:val="0074252C"/>
    <w:rsid w:val="007432CE"/>
    <w:rsid w:val="007432E8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636"/>
    <w:rsid w:val="00790B55"/>
    <w:rsid w:val="00791E1A"/>
    <w:rsid w:val="00793D76"/>
    <w:rsid w:val="007948B7"/>
    <w:rsid w:val="00795635"/>
    <w:rsid w:val="00795A7D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4C27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2BED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2EA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41A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517D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A70D7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4E72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C2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538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1273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1F03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4BA3"/>
    <w:rsid w:val="009E5141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67F"/>
    <w:rsid w:val="00A229F8"/>
    <w:rsid w:val="00A24DEB"/>
    <w:rsid w:val="00A25B56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B4C"/>
    <w:rsid w:val="00A77C2F"/>
    <w:rsid w:val="00A80026"/>
    <w:rsid w:val="00A800B0"/>
    <w:rsid w:val="00A8022E"/>
    <w:rsid w:val="00A80E21"/>
    <w:rsid w:val="00A81181"/>
    <w:rsid w:val="00A826B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C7674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1D8D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1DB5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599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387C"/>
    <w:rsid w:val="00C35177"/>
    <w:rsid w:val="00C3519C"/>
    <w:rsid w:val="00C40B62"/>
    <w:rsid w:val="00C40E1A"/>
    <w:rsid w:val="00C41288"/>
    <w:rsid w:val="00C426E9"/>
    <w:rsid w:val="00C42A07"/>
    <w:rsid w:val="00C43E5B"/>
    <w:rsid w:val="00C4431C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0165"/>
    <w:rsid w:val="00C617E6"/>
    <w:rsid w:val="00C6437E"/>
    <w:rsid w:val="00C645AB"/>
    <w:rsid w:val="00C652A8"/>
    <w:rsid w:val="00C66C5C"/>
    <w:rsid w:val="00C679A2"/>
    <w:rsid w:val="00C72229"/>
    <w:rsid w:val="00C72A3F"/>
    <w:rsid w:val="00C72F5A"/>
    <w:rsid w:val="00C739F2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55"/>
    <w:rsid w:val="00C826C2"/>
    <w:rsid w:val="00C8419A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2BE5"/>
    <w:rsid w:val="00CA3388"/>
    <w:rsid w:val="00CA4592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0510"/>
    <w:rsid w:val="00CF1658"/>
    <w:rsid w:val="00CF1E60"/>
    <w:rsid w:val="00CF1F6A"/>
    <w:rsid w:val="00CF3DD0"/>
    <w:rsid w:val="00CF3E5E"/>
    <w:rsid w:val="00CF49A6"/>
    <w:rsid w:val="00CF4B08"/>
    <w:rsid w:val="00CF62A4"/>
    <w:rsid w:val="00CF77D2"/>
    <w:rsid w:val="00CF793E"/>
    <w:rsid w:val="00CF7C3A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43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151"/>
    <w:rsid w:val="00D30F07"/>
    <w:rsid w:val="00D31BF7"/>
    <w:rsid w:val="00D32111"/>
    <w:rsid w:val="00D32B34"/>
    <w:rsid w:val="00D3326A"/>
    <w:rsid w:val="00D332A7"/>
    <w:rsid w:val="00D33482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3CD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06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2DED"/>
    <w:rsid w:val="00DB4243"/>
    <w:rsid w:val="00DB4D89"/>
    <w:rsid w:val="00DB7239"/>
    <w:rsid w:val="00DC0564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077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080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2B2B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A43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0D"/>
    <w:rsid w:val="00E7733B"/>
    <w:rsid w:val="00E809F4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D6ABC"/>
    <w:rsid w:val="00ED7454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C79B5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18AA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2EA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33CF0-3A22-4875-9FA5-718E1BFFF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0</TotalTime>
  <Pages>2</Pages>
  <Words>397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3</cp:revision>
  <cp:lastPrinted>2025-11-05T20:40:00Z</cp:lastPrinted>
  <dcterms:created xsi:type="dcterms:W3CDTF">2025-11-07T13:35:00Z</dcterms:created>
  <dcterms:modified xsi:type="dcterms:W3CDTF">2025-11-07T13:35:00Z</dcterms:modified>
</cp:coreProperties>
</file>